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16D1EF1E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5852411" w14:textId="77777777" w:rsidR="004D1281" w:rsidRDefault="00B7608B" w:rsidP="004D1281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4D1281">
              <w:rPr>
                <w:noProof/>
              </w:rPr>
              <w:t>Riivo Noor</w:t>
            </w:r>
          </w:p>
          <w:p w14:paraId="1FC576B8" w14:textId="77777777" w:rsidR="004D1281" w:rsidRDefault="004D1281" w:rsidP="004D1281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Anija Vallavalitsus</w:t>
            </w:r>
          </w:p>
          <w:p w14:paraId="3D3F32F5" w14:textId="756842D0" w:rsidR="00E85637" w:rsidRDefault="004D1281" w:rsidP="004D1281">
            <w:pPr>
              <w:framePr w:w="9582" w:h="2155" w:wrap="notBeside" w:vAnchor="page" w:hAnchor="page" w:x="1702" w:y="3063"/>
            </w:pPr>
            <w:r>
              <w:rPr>
                <w:noProof/>
              </w:rPr>
              <w:t>anija@anija.ee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3C92C81B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66138B3F" w14:textId="02CF196B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7705B8">
              <w:rPr>
                <w:noProof/>
              </w:rPr>
              <w:t>08.03.2024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 w:rsidR="007705B8">
              <w:rPr>
                <w:noProof/>
              </w:rPr>
              <w:t>7-2/391</w:t>
            </w:r>
            <w:r>
              <w:fldChar w:fldCharType="end"/>
            </w:r>
            <w:bookmarkEnd w:id="2"/>
          </w:p>
        </w:tc>
      </w:tr>
      <w:tr w:rsidR="00E85637" w14:paraId="1987A2AE" w14:textId="77777777">
        <w:trPr>
          <w:cantSplit/>
          <w:trHeight w:val="743"/>
        </w:trPr>
        <w:tc>
          <w:tcPr>
            <w:tcW w:w="5216" w:type="dxa"/>
            <w:vMerge/>
          </w:tcPr>
          <w:p w14:paraId="0ECF15B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3980A95B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7EDD16B" w14:textId="7027DB95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705B8">
              <w:rPr>
                <w:noProof/>
              </w:rPr>
              <w:t>08.04.2024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7705B8">
              <w:rPr>
                <w:noProof/>
              </w:rPr>
              <w:t>3-1.1/2024</w:t>
            </w:r>
            <w:r w:rsidR="0007166F">
              <w:rPr>
                <w:noProof/>
              </w:rPr>
              <w:t>0</w:t>
            </w:r>
            <w:r w:rsidR="007705B8">
              <w:rPr>
                <w:noProof/>
              </w:rPr>
              <w:t>/</w:t>
            </w:r>
            <w:r w:rsidR="0007166F">
              <w:rPr>
                <w:noProof/>
              </w:rPr>
              <w:t>1618</w:t>
            </w:r>
            <w:r>
              <w:fldChar w:fldCharType="end"/>
            </w:r>
            <w:bookmarkEnd w:id="3"/>
          </w:p>
        </w:tc>
      </w:tr>
      <w:tr w:rsidR="00E85637" w14:paraId="6EED7F84" w14:textId="77777777">
        <w:trPr>
          <w:cantSplit/>
          <w:trHeight w:hRule="exact" w:val="23"/>
        </w:trPr>
        <w:tc>
          <w:tcPr>
            <w:tcW w:w="5216" w:type="dxa"/>
          </w:tcPr>
          <w:p w14:paraId="0378B885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494B687C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6CF4304A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2841D5E1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00B6D403" w14:textId="77777777" w:rsidR="00E85637" w:rsidRDefault="00E85637">
      <w:pPr>
        <w:rPr>
          <w:spacing w:val="0"/>
          <w:position w:val="0"/>
          <w:sz w:val="20"/>
        </w:rPr>
      </w:pPr>
    </w:p>
    <w:p w14:paraId="00F01E35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4281FD99" wp14:editId="0FEAADF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383B1" w14:textId="4030E103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4D1281">
        <w:rPr>
          <w:noProof/>
        </w:rPr>
        <w:t>Ettepanekute</w:t>
      </w:r>
      <w:r w:rsidR="00F17DD8">
        <w:rPr>
          <w:noProof/>
        </w:rPr>
        <w:t xml:space="preserve"> ja arvamuste</w:t>
      </w:r>
      <w:r w:rsidR="004D1281">
        <w:rPr>
          <w:noProof/>
        </w:rPr>
        <w:t xml:space="preserve"> esitamine</w:t>
      </w:r>
      <w:r>
        <w:fldChar w:fldCharType="end"/>
      </w:r>
      <w:bookmarkEnd w:id="4"/>
    </w:p>
    <w:p w14:paraId="659FD142" w14:textId="77777777" w:rsidR="00E85637" w:rsidRDefault="00E85637"/>
    <w:p w14:paraId="3F2BCC1F" w14:textId="77777777" w:rsidR="00E85637" w:rsidRDefault="00E85637">
      <w:pPr>
        <w:rPr>
          <w:sz w:val="26"/>
        </w:rPr>
      </w:pPr>
    </w:p>
    <w:p w14:paraId="0E429C14" w14:textId="1F34BE83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4D1281">
        <w:rPr>
          <w:noProof/>
          <w:spacing w:val="0"/>
          <w:position w:val="0"/>
        </w:rPr>
        <w:t>R. Noor</w:t>
      </w:r>
      <w:r>
        <w:rPr>
          <w:spacing w:val="0"/>
          <w:position w:val="0"/>
        </w:rPr>
        <w:fldChar w:fldCharType="end"/>
      </w:r>
      <w:bookmarkEnd w:id="5"/>
    </w:p>
    <w:p w14:paraId="2C6A6470" w14:textId="77777777" w:rsidR="00E85637" w:rsidRDefault="00E85637"/>
    <w:p w14:paraId="089BE6DF" w14:textId="77777777" w:rsidR="00E85637" w:rsidRDefault="00E85637">
      <w:pPr>
        <w:rPr>
          <w:sz w:val="18"/>
        </w:rPr>
      </w:pPr>
    </w:p>
    <w:p w14:paraId="5FF4A5BE" w14:textId="77777777" w:rsidR="00E85637" w:rsidRDefault="00E85637">
      <w:pPr>
        <w:sectPr w:rsidR="00E85637" w:rsidSect="00477DCE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78754B9" w14:textId="214C1DB5" w:rsidR="001D139F" w:rsidRDefault="004D1281" w:rsidP="004239E5">
      <w:pPr>
        <w:jc w:val="both"/>
      </w:pPr>
      <w:r>
        <w:t xml:space="preserve">Edastasite Riigimetsa Majandamise Keskusele (edaspidi RMK) </w:t>
      </w:r>
      <w:r w:rsidRPr="004D1281">
        <w:t>Anija Vallavolikogu 14.10.2021 korraldusega nr 1-3/222 algatat</w:t>
      </w:r>
      <w:r>
        <w:t>ud</w:t>
      </w:r>
      <w:r w:rsidRPr="004D1281">
        <w:t xml:space="preserve"> Kuusemäe küla Kaunismaa </w:t>
      </w:r>
      <w:proofErr w:type="spellStart"/>
      <w:r w:rsidRPr="004D1281">
        <w:t>vkt</w:t>
      </w:r>
      <w:proofErr w:type="spellEnd"/>
      <w:r w:rsidRPr="004D1281">
        <w:t xml:space="preserve"> kinnistute ja Kehra-Kaunismaa kergliiklustee detailplaneering</w:t>
      </w:r>
      <w:r>
        <w:t>u lähteseisukohad</w:t>
      </w:r>
      <w:r w:rsidRPr="004D1281">
        <w:t xml:space="preserve"> ja keskkonnamõju strateegilise hindamise</w:t>
      </w:r>
      <w:r w:rsidR="00A9445B">
        <w:t xml:space="preserve"> </w:t>
      </w:r>
      <w:r>
        <w:t>väljatöötamise kavatsuse arvamuste ja ettepanekute esitamiseks.</w:t>
      </w:r>
    </w:p>
    <w:p w14:paraId="70C0F589" w14:textId="77777777" w:rsidR="004D1281" w:rsidRDefault="004D1281" w:rsidP="004239E5">
      <w:pPr>
        <w:jc w:val="both"/>
      </w:pPr>
    </w:p>
    <w:p w14:paraId="3738F0BA" w14:textId="501EE69C" w:rsidR="004D1281" w:rsidRDefault="004D1281" w:rsidP="004239E5">
      <w:pPr>
        <w:jc w:val="both"/>
      </w:pPr>
      <w:r>
        <w:t xml:space="preserve">Tutvunud edastatud dokumentidega märgime, et RMK jääb jätkuvalt </w:t>
      </w:r>
      <w:r w:rsidRPr="004D1281">
        <w:t xml:space="preserve">Kuusemäe küla Kaunismaa </w:t>
      </w:r>
      <w:proofErr w:type="spellStart"/>
      <w:r w:rsidRPr="004D1281">
        <w:t>vkt</w:t>
      </w:r>
      <w:proofErr w:type="spellEnd"/>
      <w:r w:rsidRPr="004D1281">
        <w:t xml:space="preserve"> kinnistute ja Kehra-Kaunismaa kergliiklustee detailplaneering</w:t>
      </w:r>
      <w:r>
        <w:t>u algatamise kohta</w:t>
      </w:r>
      <w:r w:rsidR="00252C75">
        <w:t xml:space="preserve"> RMK </w:t>
      </w:r>
      <w:r>
        <w:t xml:space="preserve">17.11.2021 </w:t>
      </w:r>
      <w:r w:rsidR="004239E5">
        <w:t xml:space="preserve">saadetud </w:t>
      </w:r>
      <w:r>
        <w:t xml:space="preserve">kirjas nr </w:t>
      </w:r>
      <w:r w:rsidRPr="004D1281">
        <w:t>3-1.1/6144</w:t>
      </w:r>
      <w:r>
        <w:t xml:space="preserve"> </w:t>
      </w:r>
      <w:r w:rsidR="00252C75">
        <w:t>toodud seisukohtade juurde. Me ei pea jätkuvalt  planeeringualaga hõlmatud RMK haldusalasse kuuluvate kinnisasjade liigset tükeldamist mõistlikuks.</w:t>
      </w:r>
      <w:r>
        <w:t xml:space="preserve"> </w:t>
      </w:r>
      <w:r w:rsidR="00252C75">
        <w:t>Eelkõige tuleks</w:t>
      </w:r>
      <w:r w:rsidR="00537A1B">
        <w:t xml:space="preserve"> ikkagi</w:t>
      </w:r>
      <w:r w:rsidR="00252C75">
        <w:t xml:space="preserve"> kaaluda k</w:t>
      </w:r>
      <w:r w:rsidR="00252C75" w:rsidRPr="00252C75">
        <w:t>ergliiklusteed</w:t>
      </w:r>
      <w:r w:rsidR="00252C75">
        <w:t>e</w:t>
      </w:r>
      <w:r w:rsidR="00252C75" w:rsidRPr="00252C75">
        <w:t xml:space="preserve"> ja </w:t>
      </w:r>
      <w:r w:rsidR="00252C75">
        <w:t>auto</w:t>
      </w:r>
      <w:r w:rsidR="00252C75" w:rsidRPr="00252C75">
        <w:t>teed</w:t>
      </w:r>
      <w:r w:rsidR="00252C75">
        <w:t>e kavandamist</w:t>
      </w:r>
      <w:r w:rsidR="00252C75" w:rsidRPr="00252C75">
        <w:t xml:space="preserve"> </w:t>
      </w:r>
      <w:r w:rsidR="00252C75">
        <w:t xml:space="preserve">ühtsesse olemasolevate juurdepääsuteede </w:t>
      </w:r>
      <w:r w:rsidR="00252C75" w:rsidRPr="00252C75">
        <w:t>koridori</w:t>
      </w:r>
      <w:r w:rsidR="00252C75">
        <w:t xml:space="preserve">. Lisaks oleks RMK hinnangul mõistlik valdav osa arendusega seotud liiklusvoost suunata kohalikule </w:t>
      </w:r>
      <w:proofErr w:type="spellStart"/>
      <w:r w:rsidR="00252C75">
        <w:t>Lauri</w:t>
      </w:r>
      <w:r w:rsidR="00885943">
        <w:t>st</w:t>
      </w:r>
      <w:r w:rsidR="00252C75">
        <w:t>o</w:t>
      </w:r>
      <w:proofErr w:type="spellEnd"/>
      <w:r w:rsidR="004239E5">
        <w:t xml:space="preserve"> teele, kust on võimalik kohaliku </w:t>
      </w:r>
      <w:r w:rsidR="004239E5" w:rsidRPr="004239E5">
        <w:t xml:space="preserve">Paasiku - </w:t>
      </w:r>
      <w:proofErr w:type="spellStart"/>
      <w:r w:rsidR="004239E5" w:rsidRPr="004239E5">
        <w:t>Lauristo</w:t>
      </w:r>
      <w:proofErr w:type="spellEnd"/>
      <w:r w:rsidR="004239E5" w:rsidRPr="004239E5">
        <w:t xml:space="preserve"> tee</w:t>
      </w:r>
      <w:r w:rsidR="004239E5">
        <w:t xml:space="preserve"> kaudu </w:t>
      </w:r>
      <w:r w:rsidR="007705B8">
        <w:t xml:space="preserve">pääseda </w:t>
      </w:r>
      <w:r w:rsidR="004239E5">
        <w:t>Kose-Jägala riig</w:t>
      </w:r>
      <w:r w:rsidR="006A06FE">
        <w:t>i</w:t>
      </w:r>
      <w:r w:rsidR="004239E5">
        <w:t>maanteele.</w:t>
      </w:r>
    </w:p>
    <w:p w14:paraId="2DCA09DC" w14:textId="77777777" w:rsidR="001D139F" w:rsidRDefault="001D139F">
      <w:pPr>
        <w:sectPr w:rsidR="001D139F" w:rsidSect="00477DCE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AE90FCB" w14:textId="77777777" w:rsidR="00E85637" w:rsidRDefault="00E85637"/>
    <w:p w14:paraId="1A0FB48B" w14:textId="77777777" w:rsidR="00E85637" w:rsidRDefault="00E85637"/>
    <w:p w14:paraId="678DEB25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4A82E28D" w14:textId="77777777" w:rsidR="00E85637" w:rsidRDefault="00E85637"/>
    <w:p w14:paraId="1A3A1B95" w14:textId="77777777" w:rsidR="00E85637" w:rsidRDefault="00E85637"/>
    <w:p w14:paraId="4240ED3C" w14:textId="2E14B03B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4FD9E2EC" w14:textId="77777777" w:rsidR="00E85637" w:rsidRDefault="00E85637"/>
    <w:p w14:paraId="74E3668D" w14:textId="77777777" w:rsidR="00E85637" w:rsidRDefault="00E85637">
      <w:pPr>
        <w:rPr>
          <w:sz w:val="14"/>
        </w:rPr>
      </w:pPr>
    </w:p>
    <w:p w14:paraId="52E221DD" w14:textId="77777777" w:rsidR="00E85637" w:rsidRDefault="00E85637">
      <w:pPr>
        <w:rPr>
          <w:sz w:val="2"/>
        </w:rPr>
      </w:pPr>
    </w:p>
    <w:p w14:paraId="4839F1D4" w14:textId="321C6422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6470C8">
        <w:rPr>
          <w:noProof/>
        </w:rPr>
        <w:t>Andrus Kevvai</w:t>
      </w:r>
      <w:r>
        <w:fldChar w:fldCharType="end"/>
      </w:r>
      <w:bookmarkEnd w:id="7"/>
    </w:p>
    <w:p w14:paraId="71FF23FC" w14:textId="17A10BE9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1744BE">
        <w:t>Kirde regiooni</w:t>
      </w:r>
      <w:r w:rsidR="006470C8">
        <w:rPr>
          <w:noProof/>
        </w:rPr>
        <w:t xml:space="preserve"> metsaülem</w:t>
      </w:r>
      <w:r>
        <w:fldChar w:fldCharType="end"/>
      </w:r>
      <w:bookmarkEnd w:id="8"/>
    </w:p>
    <w:p w14:paraId="64146FCF" w14:textId="77777777" w:rsidR="00E85637" w:rsidRDefault="00E85637"/>
    <w:p w14:paraId="7F123C60" w14:textId="77777777" w:rsidR="00E85637" w:rsidRDefault="00E85637"/>
    <w:p w14:paraId="79A32974" w14:textId="77777777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60141DB" w14:textId="77777777" w:rsidR="00E85637" w:rsidRDefault="00E85637"/>
    <w:p w14:paraId="794827A7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30EFF0D1" w14:textId="77777777" w:rsidR="00E85637" w:rsidRDefault="00E85637"/>
    <w:p w14:paraId="7FF64CDA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6EF399D" w14:textId="2CFFE5DA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 w:rsidR="006470C8" w:rsidRPr="006470C8">
        <w:rPr>
          <w:noProof/>
        </w:rPr>
        <w:t xml:space="preserve">506 6931 </w:t>
      </w:r>
      <w:r w:rsidR="001744BE">
        <w:rPr>
          <w:noProof/>
        </w:rPr>
        <w:t>andrus.kevvai</w:t>
      </w:r>
      <w:r w:rsidR="006470C8" w:rsidRPr="006470C8">
        <w:rPr>
          <w:noProof/>
        </w:rPr>
        <w:t>@rmk.ee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F032" w14:textId="77777777" w:rsidR="00477DCE" w:rsidRDefault="00477DCE">
      <w:r>
        <w:separator/>
      </w:r>
    </w:p>
  </w:endnote>
  <w:endnote w:type="continuationSeparator" w:id="0">
    <w:p w14:paraId="2CCC3DF8" w14:textId="77777777" w:rsidR="00477DCE" w:rsidRDefault="0047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DB7D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93BF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C2A1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8103" w14:textId="77777777" w:rsidR="00477DCE" w:rsidRDefault="00477DCE">
      <w:r>
        <w:separator/>
      </w:r>
    </w:p>
  </w:footnote>
  <w:footnote w:type="continuationSeparator" w:id="0">
    <w:p w14:paraId="36B71247" w14:textId="77777777" w:rsidR="00477DCE" w:rsidRDefault="00477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3DB9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FC76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FDA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C8"/>
    <w:rsid w:val="00057FC6"/>
    <w:rsid w:val="0007166F"/>
    <w:rsid w:val="000D31BC"/>
    <w:rsid w:val="0015432F"/>
    <w:rsid w:val="001744BE"/>
    <w:rsid w:val="00187A2D"/>
    <w:rsid w:val="001956F4"/>
    <w:rsid w:val="001D139F"/>
    <w:rsid w:val="001E574A"/>
    <w:rsid w:val="00231DFB"/>
    <w:rsid w:val="00252C75"/>
    <w:rsid w:val="00326150"/>
    <w:rsid w:val="00356C40"/>
    <w:rsid w:val="003A08B0"/>
    <w:rsid w:val="003B3F3F"/>
    <w:rsid w:val="004239E5"/>
    <w:rsid w:val="00436506"/>
    <w:rsid w:val="00477DCE"/>
    <w:rsid w:val="00491E34"/>
    <w:rsid w:val="004D1281"/>
    <w:rsid w:val="00537A1B"/>
    <w:rsid w:val="006470C8"/>
    <w:rsid w:val="006A06FE"/>
    <w:rsid w:val="00704BBF"/>
    <w:rsid w:val="007705B8"/>
    <w:rsid w:val="007B7275"/>
    <w:rsid w:val="007E0D20"/>
    <w:rsid w:val="007F482F"/>
    <w:rsid w:val="007F68A8"/>
    <w:rsid w:val="00845FCB"/>
    <w:rsid w:val="00885943"/>
    <w:rsid w:val="008B1038"/>
    <w:rsid w:val="008C0A3A"/>
    <w:rsid w:val="008C5F33"/>
    <w:rsid w:val="009D3F3A"/>
    <w:rsid w:val="00A9445B"/>
    <w:rsid w:val="00AA6DA9"/>
    <w:rsid w:val="00B7608B"/>
    <w:rsid w:val="00BF0803"/>
    <w:rsid w:val="00C32B5E"/>
    <w:rsid w:val="00C52479"/>
    <w:rsid w:val="00C67247"/>
    <w:rsid w:val="00CF0857"/>
    <w:rsid w:val="00E85637"/>
    <w:rsid w:val="00EC5BAE"/>
    <w:rsid w:val="00F04FCF"/>
    <w:rsid w:val="00F17DD8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1AF66"/>
  <w15:docId w15:val="{4A36FA60-1FE1-42A0-99D0-2D25DFBB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usk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3</TotalTime>
  <Pages>1</Pages>
  <Words>239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1626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Andrus Kevvai</dc:creator>
  <dc:description>Ver 6.0, 11.2018</dc:description>
  <cp:lastModifiedBy>Andrus Kevvai</cp:lastModifiedBy>
  <cp:revision>3</cp:revision>
  <cp:lastPrinted>2014-04-01T12:05:00Z</cp:lastPrinted>
  <dcterms:created xsi:type="dcterms:W3CDTF">2024-04-08T08:50:00Z</dcterms:created>
  <dcterms:modified xsi:type="dcterms:W3CDTF">2024-04-08T08:51:00Z</dcterms:modified>
</cp:coreProperties>
</file>